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FA9AB" w14:textId="77777777" w:rsidR="006C4C8C" w:rsidRDefault="006C4C8C" w:rsidP="001E4E01">
      <w:pPr>
        <w:spacing w:after="0" w:line="280" w:lineRule="exact"/>
        <w:ind w:right="552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СОСТАВ</w:t>
      </w:r>
    </w:p>
    <w:p w14:paraId="030CD200" w14:textId="77777777" w:rsidR="006C4C8C" w:rsidRDefault="006C4C8C" w:rsidP="001E4E01">
      <w:pPr>
        <w:tabs>
          <w:tab w:val="left" w:pos="4111"/>
        </w:tabs>
        <w:spacing w:after="0" w:line="280" w:lineRule="exact"/>
        <w:ind w:right="552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комиссии по противодействию коррупции в Сенненском районном исполнительном комитете</w:t>
      </w:r>
    </w:p>
    <w:p w14:paraId="1DE10B6A" w14:textId="77777777" w:rsidR="006C4C8C" w:rsidRDefault="006C4C8C" w:rsidP="00AD3C7B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25"/>
        <w:gridCol w:w="5670"/>
      </w:tblGrid>
      <w:tr w:rsidR="00643430" w14:paraId="2D16CC3F" w14:textId="77777777" w:rsidTr="002769A0">
        <w:tc>
          <w:tcPr>
            <w:tcW w:w="3544" w:type="dxa"/>
          </w:tcPr>
          <w:p w14:paraId="5D7FAAF0" w14:textId="77777777" w:rsidR="00643430" w:rsidRDefault="00B508F1" w:rsidP="00E12F4E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Мороз</w:t>
            </w:r>
          </w:p>
          <w:p w14:paraId="05CDAA55" w14:textId="77777777" w:rsidR="00E12F4E" w:rsidRPr="00374253" w:rsidRDefault="00B508F1" w:rsidP="00E12F4E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Игорь Александрович</w:t>
            </w:r>
          </w:p>
        </w:tc>
        <w:tc>
          <w:tcPr>
            <w:tcW w:w="425" w:type="dxa"/>
          </w:tcPr>
          <w:p w14:paraId="3E0C3CFF" w14:textId="77777777" w:rsidR="00643430" w:rsidRDefault="00643430" w:rsidP="00643430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670" w:type="dxa"/>
          </w:tcPr>
          <w:p w14:paraId="768CCC5D" w14:textId="77777777" w:rsidR="00643430" w:rsidRDefault="00695E84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председатель Сенненского районного исполнительного комитета (далее – райисполком) (председатель комиссии)</w:t>
            </w:r>
          </w:p>
          <w:p w14:paraId="128901CD" w14:textId="77777777" w:rsidR="007A2DFC" w:rsidRPr="00374253" w:rsidRDefault="007A2DFC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AD3C7B" w14:paraId="48221EC6" w14:textId="77777777" w:rsidTr="002769A0">
        <w:tc>
          <w:tcPr>
            <w:tcW w:w="3544" w:type="dxa"/>
          </w:tcPr>
          <w:p w14:paraId="5EA65E42" w14:textId="77777777" w:rsidR="00AD3C7B" w:rsidRDefault="00AD3C7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CE2A82">
              <w:rPr>
                <w:rFonts w:ascii="Times New Roman" w:hAnsi="Times New Roman"/>
                <w:sz w:val="30"/>
                <w:szCs w:val="30"/>
              </w:rPr>
              <w:t>Миронович</w:t>
            </w:r>
          </w:p>
          <w:p w14:paraId="2F7AEDDB" w14:textId="77777777" w:rsidR="00AD3C7B" w:rsidRPr="00CE2A82" w:rsidRDefault="00AD3C7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Татьяна Викторовна</w:t>
            </w:r>
            <w:r w:rsidRPr="00CE2A82">
              <w:rPr>
                <w:rFonts w:ascii="Times New Roman" w:hAnsi="Times New Roman"/>
                <w:sz w:val="30"/>
                <w:szCs w:val="30"/>
              </w:rPr>
              <w:t xml:space="preserve">  </w:t>
            </w:r>
          </w:p>
        </w:tc>
        <w:tc>
          <w:tcPr>
            <w:tcW w:w="425" w:type="dxa"/>
          </w:tcPr>
          <w:p w14:paraId="1A03C945" w14:textId="77777777" w:rsidR="00AD3C7B" w:rsidRPr="00CE2A82" w:rsidRDefault="00AD3C7B" w:rsidP="00AD3C7B">
            <w:pPr>
              <w:ind w:left="-92" w:firstLine="92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670" w:type="dxa"/>
          </w:tcPr>
          <w:p w14:paraId="1E4D2653" w14:textId="77777777" w:rsidR="00AD3C7B" w:rsidRDefault="00AD3C7B" w:rsidP="00AD3C7B">
            <w:pPr>
              <w:ind w:left="31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CE2A82">
              <w:rPr>
                <w:rFonts w:ascii="Times New Roman" w:hAnsi="Times New Roman"/>
                <w:sz w:val="30"/>
                <w:szCs w:val="30"/>
              </w:rPr>
              <w:t>главный специалист отдела экономики райисполкома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CE2A82">
              <w:rPr>
                <w:rFonts w:ascii="Times New Roman" w:hAnsi="Times New Roman"/>
                <w:sz w:val="30"/>
                <w:szCs w:val="30"/>
              </w:rPr>
              <w:t>(секретарь комиссии)</w:t>
            </w:r>
          </w:p>
          <w:p w14:paraId="10C3F1DB" w14:textId="77777777" w:rsidR="007A2DFC" w:rsidRPr="00CE2A82" w:rsidRDefault="007A2DFC" w:rsidP="00AD3C7B">
            <w:pPr>
              <w:ind w:left="3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42142" w14:paraId="7C5EAC5A" w14:textId="77777777" w:rsidTr="000F2483">
        <w:tc>
          <w:tcPr>
            <w:tcW w:w="9639" w:type="dxa"/>
            <w:gridSpan w:val="3"/>
          </w:tcPr>
          <w:p w14:paraId="60035EF4" w14:textId="77777777" w:rsidR="00342142" w:rsidRPr="00CE2A82" w:rsidRDefault="00342142" w:rsidP="00342142">
            <w:pPr>
              <w:ind w:left="31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Члены комиссии:</w:t>
            </w:r>
          </w:p>
        </w:tc>
      </w:tr>
      <w:tr w:rsidR="007A2DFC" w14:paraId="21C2FC75" w14:textId="77777777" w:rsidTr="002769A0">
        <w:tc>
          <w:tcPr>
            <w:tcW w:w="3544" w:type="dxa"/>
          </w:tcPr>
          <w:p w14:paraId="5706E03F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Антонова</w:t>
            </w:r>
          </w:p>
          <w:p w14:paraId="3DD5ABED" w14:textId="77777777" w:rsidR="007A2DFC" w:rsidRPr="00374253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Екатерина Александровна</w:t>
            </w:r>
          </w:p>
        </w:tc>
        <w:tc>
          <w:tcPr>
            <w:tcW w:w="425" w:type="dxa"/>
          </w:tcPr>
          <w:p w14:paraId="4931712C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670" w:type="dxa"/>
          </w:tcPr>
          <w:p w14:paraId="08CF892B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заместитель начальника управления -  начальник отдела экономического регулирования сельскохозяйственного производства управления по сельскому хозяйству и продовольствию</w:t>
            </w:r>
            <w:r w:rsidRPr="00374253">
              <w:rPr>
                <w:rFonts w:ascii="Times New Roman" w:hAnsi="Times New Roman"/>
                <w:sz w:val="30"/>
                <w:szCs w:val="30"/>
              </w:rPr>
              <w:t xml:space="preserve"> райисполком</w:t>
            </w:r>
            <w:r>
              <w:rPr>
                <w:rFonts w:ascii="Times New Roman" w:hAnsi="Times New Roman"/>
                <w:sz w:val="30"/>
                <w:szCs w:val="30"/>
              </w:rPr>
              <w:t>а</w:t>
            </w:r>
          </w:p>
          <w:p w14:paraId="1CCDE47B" w14:textId="77777777" w:rsidR="007A2DFC" w:rsidRPr="00374253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7A2DFC" w14:paraId="51FA6F5F" w14:textId="77777777" w:rsidTr="002769A0">
        <w:tc>
          <w:tcPr>
            <w:tcW w:w="3544" w:type="dxa"/>
          </w:tcPr>
          <w:p w14:paraId="505BC9B4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Березнев</w:t>
            </w:r>
          </w:p>
          <w:p w14:paraId="6C55D6E1" w14:textId="77777777" w:rsidR="007A2DFC" w:rsidRPr="00374253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Дмитрий Геннадьевич</w:t>
            </w:r>
          </w:p>
        </w:tc>
        <w:tc>
          <w:tcPr>
            <w:tcW w:w="425" w:type="dxa"/>
          </w:tcPr>
          <w:p w14:paraId="3421636F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670" w:type="dxa"/>
          </w:tcPr>
          <w:p w14:paraId="7FF0702A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первый </w:t>
            </w:r>
            <w:r w:rsidRPr="00CE2A82">
              <w:rPr>
                <w:rFonts w:ascii="Times New Roman" w:hAnsi="Times New Roman"/>
                <w:sz w:val="30"/>
                <w:szCs w:val="30"/>
              </w:rPr>
              <w:t xml:space="preserve">заместитель начальника </w:t>
            </w:r>
            <w:r>
              <w:rPr>
                <w:rFonts w:ascii="Times New Roman" w:hAnsi="Times New Roman"/>
                <w:sz w:val="30"/>
                <w:szCs w:val="30"/>
              </w:rPr>
              <w:t>отдела внутренних дел райисполкома – начальник криминальной милиции</w:t>
            </w:r>
          </w:p>
          <w:p w14:paraId="460BE91A" w14:textId="77777777" w:rsidR="007A2DFC" w:rsidRPr="00374253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7A2DFC" w14:paraId="0CAE3A3D" w14:textId="77777777" w:rsidTr="002769A0">
        <w:tc>
          <w:tcPr>
            <w:tcW w:w="3544" w:type="dxa"/>
          </w:tcPr>
          <w:p w14:paraId="0F8F830E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Бозырь</w:t>
            </w:r>
          </w:p>
          <w:p w14:paraId="0FA36703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Ольга Николаевна</w:t>
            </w:r>
          </w:p>
        </w:tc>
        <w:tc>
          <w:tcPr>
            <w:tcW w:w="425" w:type="dxa"/>
          </w:tcPr>
          <w:p w14:paraId="0AB3970A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670" w:type="dxa"/>
          </w:tcPr>
          <w:p w14:paraId="26B60FE9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начальник отдела организационно-кадровой работы райисполкома</w:t>
            </w:r>
          </w:p>
          <w:p w14:paraId="318D16BE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7A2DFC" w14:paraId="763303C1" w14:textId="77777777" w:rsidTr="002769A0">
        <w:tc>
          <w:tcPr>
            <w:tcW w:w="3544" w:type="dxa"/>
          </w:tcPr>
          <w:p w14:paraId="12FCE704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Галынчик</w:t>
            </w:r>
          </w:p>
          <w:p w14:paraId="0B37486B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Сергей Александрович</w:t>
            </w:r>
          </w:p>
        </w:tc>
        <w:tc>
          <w:tcPr>
            <w:tcW w:w="425" w:type="dxa"/>
          </w:tcPr>
          <w:p w14:paraId="62E1DAAE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670" w:type="dxa"/>
          </w:tcPr>
          <w:p w14:paraId="0D8F2CB1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заместитель председателя райисполкома</w:t>
            </w:r>
          </w:p>
          <w:p w14:paraId="48B22FDB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14:paraId="76E2CF2E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7A2DFC" w14:paraId="616FF1BA" w14:textId="77777777" w:rsidTr="002769A0">
        <w:tc>
          <w:tcPr>
            <w:tcW w:w="3544" w:type="dxa"/>
          </w:tcPr>
          <w:p w14:paraId="1E24009F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Гордецкая</w:t>
            </w:r>
          </w:p>
          <w:p w14:paraId="663890D4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Инесса Александровна</w:t>
            </w:r>
          </w:p>
        </w:tc>
        <w:tc>
          <w:tcPr>
            <w:tcW w:w="425" w:type="dxa"/>
          </w:tcPr>
          <w:p w14:paraId="2318F048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670" w:type="dxa"/>
          </w:tcPr>
          <w:p w14:paraId="0EC6B6C7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начальник отдела экономики райисполкома</w:t>
            </w:r>
          </w:p>
          <w:p w14:paraId="785EA1BE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7A2DFC" w14:paraId="29C2D771" w14:textId="77777777" w:rsidTr="002769A0">
        <w:tc>
          <w:tcPr>
            <w:tcW w:w="3544" w:type="dxa"/>
          </w:tcPr>
          <w:p w14:paraId="1E996894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Зезюлина</w:t>
            </w:r>
          </w:p>
          <w:p w14:paraId="7E4DC0D7" w14:textId="77777777" w:rsidR="007A2DFC" w:rsidRPr="00CE2A82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Юлия Георгиевна</w:t>
            </w:r>
          </w:p>
        </w:tc>
        <w:tc>
          <w:tcPr>
            <w:tcW w:w="425" w:type="dxa"/>
          </w:tcPr>
          <w:p w14:paraId="07EBF876" w14:textId="77777777" w:rsidR="007A2DFC" w:rsidRPr="00CE2A82" w:rsidRDefault="007A2DFC" w:rsidP="007A2DFC">
            <w:pPr>
              <w:ind w:left="-284" w:firstLine="207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670" w:type="dxa"/>
          </w:tcPr>
          <w:p w14:paraId="02A78031" w14:textId="77777777" w:rsidR="007A2DFC" w:rsidRDefault="007A2DFC" w:rsidP="007A2DFC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начальник финансового отдела райисполкома</w:t>
            </w:r>
          </w:p>
          <w:p w14:paraId="6EED898D" w14:textId="77777777" w:rsidR="007A2DFC" w:rsidRPr="00CE2A82" w:rsidRDefault="007A2DFC" w:rsidP="007A2DFC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7A2DFC" w14:paraId="561A34C7" w14:textId="77777777" w:rsidTr="002769A0">
        <w:tc>
          <w:tcPr>
            <w:tcW w:w="3544" w:type="dxa"/>
          </w:tcPr>
          <w:p w14:paraId="32CFE624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Мацуганова </w:t>
            </w:r>
          </w:p>
          <w:p w14:paraId="6CBCAF9E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Кристина Геннадьевна</w:t>
            </w:r>
          </w:p>
        </w:tc>
        <w:tc>
          <w:tcPr>
            <w:tcW w:w="425" w:type="dxa"/>
          </w:tcPr>
          <w:p w14:paraId="1DAA379D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670" w:type="dxa"/>
          </w:tcPr>
          <w:p w14:paraId="26243537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главный юрисконсульт райисполкома</w:t>
            </w:r>
          </w:p>
        </w:tc>
      </w:tr>
      <w:tr w:rsidR="007A2DFC" w14:paraId="449EA7A8" w14:textId="77777777" w:rsidTr="002769A0">
        <w:tc>
          <w:tcPr>
            <w:tcW w:w="3544" w:type="dxa"/>
          </w:tcPr>
          <w:p w14:paraId="4667A02B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10785E5A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670" w:type="dxa"/>
          </w:tcPr>
          <w:p w14:paraId="74C8562B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7A2DFC" w14:paraId="73C358D3" w14:textId="77777777" w:rsidTr="002769A0">
        <w:tc>
          <w:tcPr>
            <w:tcW w:w="3544" w:type="dxa"/>
          </w:tcPr>
          <w:p w14:paraId="1592B193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Михаленок</w:t>
            </w:r>
          </w:p>
          <w:p w14:paraId="37B30A34" w14:textId="77777777" w:rsidR="007A2DFC" w:rsidRPr="00374253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Наталья Владимировна</w:t>
            </w:r>
          </w:p>
        </w:tc>
        <w:tc>
          <w:tcPr>
            <w:tcW w:w="425" w:type="dxa"/>
          </w:tcPr>
          <w:p w14:paraId="6A9B3066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670" w:type="dxa"/>
          </w:tcPr>
          <w:p w14:paraId="5E9CAC25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CE2A82">
              <w:rPr>
                <w:rFonts w:ascii="Times New Roman" w:hAnsi="Times New Roman"/>
                <w:sz w:val="30"/>
                <w:szCs w:val="30"/>
              </w:rPr>
              <w:t>заместитель начальника инспекции-начальник управления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CE2A82">
              <w:rPr>
                <w:rFonts w:ascii="Times New Roman" w:hAnsi="Times New Roman"/>
                <w:sz w:val="30"/>
                <w:szCs w:val="30"/>
              </w:rPr>
              <w:t>по работе с плательщиками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CE2A82">
              <w:rPr>
                <w:rFonts w:ascii="Times New Roman" w:hAnsi="Times New Roman"/>
                <w:sz w:val="30"/>
                <w:szCs w:val="30"/>
              </w:rPr>
              <w:t>по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CE2A82">
              <w:rPr>
                <w:rFonts w:ascii="Times New Roman" w:hAnsi="Times New Roman"/>
                <w:sz w:val="30"/>
                <w:szCs w:val="30"/>
              </w:rPr>
              <w:t xml:space="preserve">Сенненскому району </w:t>
            </w:r>
            <w:r w:rsidRPr="00CE2A82">
              <w:rPr>
                <w:rFonts w:ascii="Times New Roman" w:hAnsi="Times New Roman"/>
                <w:sz w:val="30"/>
                <w:szCs w:val="30"/>
              </w:rPr>
              <w:lastRenderedPageBreak/>
              <w:t>инспекции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CE2A82">
              <w:rPr>
                <w:rFonts w:ascii="Times New Roman" w:hAnsi="Times New Roman"/>
                <w:sz w:val="30"/>
                <w:szCs w:val="30"/>
              </w:rPr>
              <w:t>Министерства по налогам и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CE2A82">
              <w:rPr>
                <w:rFonts w:ascii="Times New Roman" w:hAnsi="Times New Roman"/>
                <w:sz w:val="30"/>
                <w:szCs w:val="30"/>
              </w:rPr>
              <w:t xml:space="preserve">                                                                    сборам Республики Беларусь по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CE2A82">
              <w:rPr>
                <w:rFonts w:ascii="Times New Roman" w:hAnsi="Times New Roman"/>
                <w:sz w:val="30"/>
                <w:szCs w:val="30"/>
              </w:rPr>
              <w:t xml:space="preserve">                                                                    Оршанскому району</w:t>
            </w:r>
          </w:p>
          <w:p w14:paraId="3B84E148" w14:textId="77777777" w:rsidR="007A2DFC" w:rsidRPr="00374253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7A2DFC" w14:paraId="6FFCB7AE" w14:textId="77777777" w:rsidTr="002769A0">
        <w:tc>
          <w:tcPr>
            <w:tcW w:w="3544" w:type="dxa"/>
          </w:tcPr>
          <w:p w14:paraId="28339668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Фомина</w:t>
            </w:r>
          </w:p>
          <w:p w14:paraId="5E1DE214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Зоя Степановна</w:t>
            </w:r>
          </w:p>
        </w:tc>
        <w:tc>
          <w:tcPr>
            <w:tcW w:w="425" w:type="dxa"/>
          </w:tcPr>
          <w:p w14:paraId="3B77125A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670" w:type="dxa"/>
          </w:tcPr>
          <w:p w14:paraId="6207CE8D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заместитель председателя райисполкома </w:t>
            </w:r>
          </w:p>
          <w:p w14:paraId="608BD87A" w14:textId="77777777" w:rsidR="007A2DFC" w:rsidRDefault="007A2DFC" w:rsidP="007A2DF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14:paraId="4D1F759D" w14:textId="77777777" w:rsidR="00A33BE6" w:rsidRPr="00A33BE6" w:rsidRDefault="00A33BE6" w:rsidP="007A2DFC">
      <w:pPr>
        <w:pStyle w:val="titleu"/>
        <w:spacing w:before="0" w:after="0" w:line="240" w:lineRule="exact"/>
        <w:ind w:left="5670"/>
        <w:rPr>
          <w:sz w:val="30"/>
          <w:szCs w:val="30"/>
        </w:rPr>
      </w:pPr>
    </w:p>
    <w:sectPr w:rsidR="00A33BE6" w:rsidRPr="00A33BE6" w:rsidSect="00FB7856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4DAA6" w14:textId="77777777" w:rsidR="00EF4782" w:rsidRDefault="00EF4782" w:rsidP="002769A0">
      <w:pPr>
        <w:spacing w:after="0" w:line="240" w:lineRule="auto"/>
      </w:pPr>
      <w:r>
        <w:separator/>
      </w:r>
    </w:p>
  </w:endnote>
  <w:endnote w:type="continuationSeparator" w:id="0">
    <w:p w14:paraId="371EC0F2" w14:textId="77777777" w:rsidR="00EF4782" w:rsidRDefault="00EF4782" w:rsidP="0027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C5D31" w14:textId="77777777" w:rsidR="00EF4782" w:rsidRDefault="00EF4782" w:rsidP="002769A0">
      <w:pPr>
        <w:spacing w:after="0" w:line="240" w:lineRule="auto"/>
      </w:pPr>
      <w:r>
        <w:separator/>
      </w:r>
    </w:p>
  </w:footnote>
  <w:footnote w:type="continuationSeparator" w:id="0">
    <w:p w14:paraId="53CCA3FF" w14:textId="77777777" w:rsidR="00EF4782" w:rsidRDefault="00EF4782" w:rsidP="00276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8AFFC" w14:textId="77777777" w:rsidR="00FB7856" w:rsidRPr="00FB7856" w:rsidRDefault="00FB7856">
    <w:pPr>
      <w:pStyle w:val="a6"/>
      <w:jc w:val="center"/>
      <w:rPr>
        <w:rFonts w:ascii="Times New Roman" w:hAnsi="Times New Roman"/>
        <w:sz w:val="26"/>
        <w:szCs w:val="26"/>
      </w:rPr>
    </w:pPr>
    <w:r w:rsidRPr="00FB7856">
      <w:rPr>
        <w:rFonts w:ascii="Times New Roman" w:hAnsi="Times New Roman"/>
        <w:sz w:val="26"/>
        <w:szCs w:val="26"/>
      </w:rPr>
      <w:fldChar w:fldCharType="begin"/>
    </w:r>
    <w:r w:rsidRPr="00FB7856">
      <w:rPr>
        <w:rFonts w:ascii="Times New Roman" w:hAnsi="Times New Roman"/>
        <w:sz w:val="26"/>
        <w:szCs w:val="26"/>
      </w:rPr>
      <w:instrText>PAGE   \* MERGEFORMAT</w:instrText>
    </w:r>
    <w:r w:rsidRPr="00FB7856">
      <w:rPr>
        <w:rFonts w:ascii="Times New Roman" w:hAnsi="Times New Roman"/>
        <w:sz w:val="26"/>
        <w:szCs w:val="26"/>
      </w:rPr>
      <w:fldChar w:fldCharType="separate"/>
    </w:r>
    <w:r w:rsidR="007A2DFC">
      <w:rPr>
        <w:rFonts w:ascii="Times New Roman" w:hAnsi="Times New Roman"/>
        <w:noProof/>
        <w:sz w:val="26"/>
        <w:szCs w:val="26"/>
      </w:rPr>
      <w:t>2</w:t>
    </w:r>
    <w:r w:rsidRPr="00FB7856"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A604E"/>
    <w:multiLevelType w:val="hybridMultilevel"/>
    <w:tmpl w:val="D29093B4"/>
    <w:lvl w:ilvl="0" w:tplc="F6FCC8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8112B3F"/>
    <w:multiLevelType w:val="hybridMultilevel"/>
    <w:tmpl w:val="637E3C4E"/>
    <w:lvl w:ilvl="0" w:tplc="04C0736C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468D5BFA"/>
    <w:multiLevelType w:val="hybridMultilevel"/>
    <w:tmpl w:val="F25EC96A"/>
    <w:lvl w:ilvl="0" w:tplc="B6D0DE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F8C"/>
    <w:rsid w:val="00031BD8"/>
    <w:rsid w:val="000854ED"/>
    <w:rsid w:val="0009416A"/>
    <w:rsid w:val="000F2483"/>
    <w:rsid w:val="001B7000"/>
    <w:rsid w:val="001C7902"/>
    <w:rsid w:val="001E4E01"/>
    <w:rsid w:val="00211F8C"/>
    <w:rsid w:val="0024079B"/>
    <w:rsid w:val="002769A0"/>
    <w:rsid w:val="002C5303"/>
    <w:rsid w:val="002D7BED"/>
    <w:rsid w:val="002E43B9"/>
    <w:rsid w:val="00300F2D"/>
    <w:rsid w:val="00301495"/>
    <w:rsid w:val="003277A6"/>
    <w:rsid w:val="00342142"/>
    <w:rsid w:val="00365E5F"/>
    <w:rsid w:val="00374253"/>
    <w:rsid w:val="0038642F"/>
    <w:rsid w:val="003B61BE"/>
    <w:rsid w:val="003D1AF6"/>
    <w:rsid w:val="004108D5"/>
    <w:rsid w:val="004122D0"/>
    <w:rsid w:val="00497906"/>
    <w:rsid w:val="004B329A"/>
    <w:rsid w:val="00515050"/>
    <w:rsid w:val="0053315A"/>
    <w:rsid w:val="0053718E"/>
    <w:rsid w:val="00595045"/>
    <w:rsid w:val="005A410A"/>
    <w:rsid w:val="005E378B"/>
    <w:rsid w:val="00611380"/>
    <w:rsid w:val="006327B8"/>
    <w:rsid w:val="00643430"/>
    <w:rsid w:val="00695E84"/>
    <w:rsid w:val="006B2AC5"/>
    <w:rsid w:val="006C4C8C"/>
    <w:rsid w:val="006D4639"/>
    <w:rsid w:val="006E3608"/>
    <w:rsid w:val="00721659"/>
    <w:rsid w:val="0074342E"/>
    <w:rsid w:val="00767F23"/>
    <w:rsid w:val="0078109B"/>
    <w:rsid w:val="00793C88"/>
    <w:rsid w:val="007A2DFC"/>
    <w:rsid w:val="007B4917"/>
    <w:rsid w:val="008666AD"/>
    <w:rsid w:val="00874EE0"/>
    <w:rsid w:val="00884763"/>
    <w:rsid w:val="008E5240"/>
    <w:rsid w:val="00901E7C"/>
    <w:rsid w:val="0092675F"/>
    <w:rsid w:val="0096117A"/>
    <w:rsid w:val="009934FD"/>
    <w:rsid w:val="009C48A0"/>
    <w:rsid w:val="009E43EC"/>
    <w:rsid w:val="00A33BE6"/>
    <w:rsid w:val="00A83439"/>
    <w:rsid w:val="00AD3C7B"/>
    <w:rsid w:val="00AF17E7"/>
    <w:rsid w:val="00B01A78"/>
    <w:rsid w:val="00B114FA"/>
    <w:rsid w:val="00B34E7F"/>
    <w:rsid w:val="00B508F1"/>
    <w:rsid w:val="00B71F68"/>
    <w:rsid w:val="00B7419C"/>
    <w:rsid w:val="00B96E38"/>
    <w:rsid w:val="00BA047F"/>
    <w:rsid w:val="00BA2D5C"/>
    <w:rsid w:val="00BD4A64"/>
    <w:rsid w:val="00C3486F"/>
    <w:rsid w:val="00C47FFA"/>
    <w:rsid w:val="00C554B3"/>
    <w:rsid w:val="00C714E4"/>
    <w:rsid w:val="00C9355F"/>
    <w:rsid w:val="00CE2A82"/>
    <w:rsid w:val="00CF5CDE"/>
    <w:rsid w:val="00D01B3A"/>
    <w:rsid w:val="00D23AE3"/>
    <w:rsid w:val="00D326AC"/>
    <w:rsid w:val="00D565EB"/>
    <w:rsid w:val="00D656F2"/>
    <w:rsid w:val="00D67BB6"/>
    <w:rsid w:val="00D806BA"/>
    <w:rsid w:val="00DA7CC9"/>
    <w:rsid w:val="00DB1E43"/>
    <w:rsid w:val="00DC01BA"/>
    <w:rsid w:val="00DD7005"/>
    <w:rsid w:val="00E12F4E"/>
    <w:rsid w:val="00E31FD8"/>
    <w:rsid w:val="00E64F0C"/>
    <w:rsid w:val="00E677BA"/>
    <w:rsid w:val="00E909C9"/>
    <w:rsid w:val="00EA3835"/>
    <w:rsid w:val="00EA603C"/>
    <w:rsid w:val="00ED7784"/>
    <w:rsid w:val="00EF4782"/>
    <w:rsid w:val="00F17F94"/>
    <w:rsid w:val="00F378B5"/>
    <w:rsid w:val="00F4080A"/>
    <w:rsid w:val="00F6176C"/>
    <w:rsid w:val="00F679C7"/>
    <w:rsid w:val="00FA3F63"/>
    <w:rsid w:val="00FB7856"/>
    <w:rsid w:val="00FF1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37BBA"/>
  <w14:defaultImageDpi w14:val="0"/>
  <w15:docId w15:val="{CFCB08E8-E480-4E67-B75A-BD2E2585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55F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3315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64F0C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76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769A0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276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769A0"/>
    <w:rPr>
      <w:rFonts w:cs="Times New Roman"/>
    </w:rPr>
  </w:style>
  <w:style w:type="paragraph" w:styleId="aa">
    <w:name w:val="List Paragraph"/>
    <w:basedOn w:val="a"/>
    <w:uiPriority w:val="34"/>
    <w:qFormat/>
    <w:rsid w:val="00497906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21659"/>
    <w:rPr>
      <w:rFonts w:cs="Times New Roman"/>
      <w:color w:val="0038C8"/>
      <w:u w:val="single"/>
    </w:rPr>
  </w:style>
  <w:style w:type="paragraph" w:customStyle="1" w:styleId="titlencpi">
    <w:name w:val="titlencpi"/>
    <w:basedOn w:val="a"/>
    <w:rsid w:val="00721659"/>
    <w:pPr>
      <w:spacing w:before="360" w:after="360" w:line="240" w:lineRule="auto"/>
      <w:ind w:right="2268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721659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721659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721659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21659"/>
    <w:pPr>
      <w:spacing w:before="160" w:after="16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name">
    <w:name w:val="name"/>
    <w:basedOn w:val="a0"/>
    <w:rsid w:val="00721659"/>
    <w:rPr>
      <w:rFonts w:ascii="Times New Roman" w:hAnsi="Times New Roman" w:cs="Times New Roman"/>
      <w:b/>
      <w:bCs/>
      <w:caps/>
    </w:rPr>
  </w:style>
  <w:style w:type="character" w:customStyle="1" w:styleId="promulgator">
    <w:name w:val="promulgator"/>
    <w:basedOn w:val="a0"/>
    <w:rsid w:val="00721659"/>
    <w:rPr>
      <w:rFonts w:ascii="Times New Roman" w:hAnsi="Times New Roman" w:cs="Times New Roman"/>
      <w:b/>
      <w:bCs/>
      <w:caps/>
    </w:rPr>
  </w:style>
  <w:style w:type="character" w:customStyle="1" w:styleId="datepr">
    <w:name w:val="datepr"/>
    <w:basedOn w:val="a0"/>
    <w:rsid w:val="00721659"/>
    <w:rPr>
      <w:rFonts w:ascii="Times New Roman" w:hAnsi="Times New Roman" w:cs="Times New Roman"/>
      <w:i/>
      <w:iCs/>
    </w:rPr>
  </w:style>
  <w:style w:type="character" w:customStyle="1" w:styleId="number">
    <w:name w:val="number"/>
    <w:basedOn w:val="a0"/>
    <w:rsid w:val="00721659"/>
    <w:rPr>
      <w:rFonts w:ascii="Times New Roman" w:hAnsi="Times New Roman" w:cs="Times New Roman"/>
      <w:i/>
      <w:iCs/>
    </w:rPr>
  </w:style>
  <w:style w:type="character" w:customStyle="1" w:styleId="rednoun">
    <w:name w:val="rednoun"/>
    <w:basedOn w:val="a0"/>
    <w:rsid w:val="00721659"/>
    <w:rPr>
      <w:rFonts w:cs="Times New Roman"/>
    </w:rPr>
  </w:style>
  <w:style w:type="character" w:customStyle="1" w:styleId="post">
    <w:name w:val="post"/>
    <w:basedOn w:val="a0"/>
    <w:rsid w:val="0072165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72165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titleu">
    <w:name w:val="titleu"/>
    <w:basedOn w:val="a"/>
    <w:rsid w:val="00A33BE6"/>
    <w:pPr>
      <w:spacing w:before="240" w:after="240" w:line="240" w:lineRule="auto"/>
    </w:pPr>
    <w:rPr>
      <w:rFonts w:ascii="Times New Roman" w:eastAsiaTheme="minorEastAsia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38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8;&#1072;&#1090;&#1100;&#1103;&#1085;&#1072;\&#1085;&#1086;&#1074;&#1099;&#1077;%20&#1073;&#1083;&#1072;&#1085;&#1082;&#1080;%20&#1056;&#1048;&#105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55FBB-1425-4890-96BB-E2386EF2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</Template>
  <TotalTime>0</TotalTime>
  <Pages>2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TTN</cp:lastModifiedBy>
  <cp:revision>2</cp:revision>
  <cp:lastPrinted>2020-08-06T08:22:00Z</cp:lastPrinted>
  <dcterms:created xsi:type="dcterms:W3CDTF">2020-08-10T09:03:00Z</dcterms:created>
  <dcterms:modified xsi:type="dcterms:W3CDTF">2020-08-10T09:03:00Z</dcterms:modified>
</cp:coreProperties>
</file>